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6998">
        <w:rPr>
          <w:rFonts w:ascii="Arial" w:hAnsi="Arial" w:cs="Arial"/>
          <w:b/>
          <w:caps/>
          <w:sz w:val="28"/>
          <w:szCs w:val="28"/>
        </w:rPr>
        <w:t>799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669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6998">
              <w:rPr>
                <w:rFonts w:ascii="Arial" w:hAnsi="Arial" w:cs="Arial"/>
                <w:sz w:val="20"/>
                <w:szCs w:val="20"/>
              </w:rPr>
              <w:t>Solicita manutenção do ponto de ônibus localizado ao lado do nº 529 da Avenida Augusto Rodrigues,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66998">
        <w:rPr>
          <w:rFonts w:ascii="Arial" w:hAnsi="Arial" w:cs="Arial"/>
        </w:rPr>
        <w:t>à</w:t>
      </w:r>
      <w:r w:rsidR="00A66998" w:rsidRPr="00A66998">
        <w:rPr>
          <w:rFonts w:ascii="Arial" w:hAnsi="Arial" w:cs="Arial"/>
        </w:rPr>
        <w:t xml:space="preserve"> manutenção do ponto de ônibus localizado ao lado do nº 529 da Avenida Augusto Rodrigues,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66998" w:rsidRPr="00A66998" w:rsidRDefault="00A66998" w:rsidP="00A669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699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A66998">
        <w:rPr>
          <w:rFonts w:ascii="Arial" w:hAnsi="Arial" w:cs="Arial"/>
        </w:rPr>
        <w:t xml:space="preserve">as fotos em anexo, o aludido ponto </w:t>
      </w:r>
      <w:r>
        <w:rPr>
          <w:rFonts w:ascii="Arial" w:hAnsi="Arial" w:cs="Arial"/>
        </w:rPr>
        <w:t xml:space="preserve">de ônibus </w:t>
      </w:r>
      <w:r w:rsidRPr="00A66998">
        <w:rPr>
          <w:rFonts w:ascii="Arial" w:hAnsi="Arial" w:cs="Arial"/>
        </w:rPr>
        <w:t xml:space="preserve">encontra-se quase que totalmente destelhado, expondo os usuários ao sol e </w:t>
      </w:r>
      <w:r>
        <w:rPr>
          <w:rFonts w:ascii="Arial" w:hAnsi="Arial" w:cs="Arial"/>
        </w:rPr>
        <w:t xml:space="preserve">à </w:t>
      </w:r>
      <w:r w:rsidRPr="00A66998">
        <w:rPr>
          <w:rFonts w:ascii="Arial" w:hAnsi="Arial" w:cs="Arial"/>
        </w:rPr>
        <w:t>chuva, ou seja, desviando-se de sua finalidade, faz</w:t>
      </w:r>
      <w:r>
        <w:rPr>
          <w:rFonts w:ascii="Arial" w:hAnsi="Arial" w:cs="Arial"/>
        </w:rPr>
        <w:t>endo-se</w:t>
      </w:r>
      <w:r w:rsidRPr="00A66998">
        <w:rPr>
          <w:rFonts w:ascii="Arial" w:hAnsi="Arial" w:cs="Arial"/>
        </w:rPr>
        <w:t xml:space="preserve"> necessária intervenção no local.</w:t>
      </w:r>
    </w:p>
    <w:p w:rsidR="003A77BE" w:rsidRDefault="00A66998" w:rsidP="00A669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699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A66998" w:rsidRDefault="00A6699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66998">
        <w:rPr>
          <w:rFonts w:ascii="Arial" w:hAnsi="Arial" w:cs="Arial"/>
        </w:rPr>
        <w:t xml:space="preserve"> 28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Pr="00A34F2C" w:rsidRDefault="00A66998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66998" w:rsidRPr="00A34F2C" w:rsidRDefault="00A6699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66998" w:rsidRPr="00A34F2C" w:rsidRDefault="00A66998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998" w:rsidRDefault="00A66998" w:rsidP="00A66998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400000" cy="3032177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998" w:rsidRPr="00A66998" w:rsidRDefault="00A66998" w:rsidP="00A66998">
      <w:pPr>
        <w:jc w:val="center"/>
        <w:rPr>
          <w:rFonts w:asciiTheme="minorHAnsi" w:hAnsiTheme="minorHAnsi"/>
          <w:noProof/>
          <w:sz w:val="4"/>
        </w:rPr>
      </w:pPr>
    </w:p>
    <w:p w:rsidR="00A66998" w:rsidRDefault="00A66998" w:rsidP="00A66998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t>,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780000" cy="4855671"/>
            <wp:effectExtent l="0" t="0" r="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80000" cy="4855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6699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20D" w:rsidRDefault="00FA420D">
      <w:r>
        <w:separator/>
      </w:r>
    </w:p>
  </w:endnote>
  <w:endnote w:type="continuationSeparator" w:id="0">
    <w:p w:rsidR="00FA420D" w:rsidRDefault="00FA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20D" w:rsidRDefault="00FA420D">
      <w:r>
        <w:separator/>
      </w:r>
    </w:p>
  </w:footnote>
  <w:footnote w:type="continuationSeparator" w:id="0">
    <w:p w:rsidR="00FA420D" w:rsidRDefault="00FA4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66998">
      <w:rPr>
        <w:rFonts w:ascii="Arial" w:hAnsi="Arial" w:cs="Arial"/>
        <w:b/>
        <w:sz w:val="20"/>
        <w:szCs w:val="20"/>
        <w:u w:val="single"/>
      </w:rPr>
      <w:t>799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66998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69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69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10DB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6998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A420D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B9615-AF74-45A1-BACC-A6141C7D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2018-03-26T11:59:00Z</dcterms:created>
  <dcterms:modified xsi:type="dcterms:W3CDTF">2018-03-26T12:03:00Z</dcterms:modified>
</cp:coreProperties>
</file>